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20629" w14:textId="77777777" w:rsidR="001F117D" w:rsidRPr="00FE79E9" w:rsidRDefault="001F117D" w:rsidP="001F117D">
      <w:pPr>
        <w:spacing w:after="240" w:line="240" w:lineRule="auto"/>
        <w:ind w:left="-709"/>
        <w:rPr>
          <w:rFonts w:ascii="Georgia" w:hAnsi="Georgia"/>
          <w:sz w:val="96"/>
        </w:rPr>
      </w:pPr>
      <w:r>
        <w:rPr>
          <w:rFonts w:ascii="Georgia" w:hAnsi="Georgia"/>
          <w:sz w:val="96"/>
        </w:rPr>
        <w:t>A Focus on Your Internal Customers</w:t>
      </w:r>
    </w:p>
    <w:p w14:paraId="36732AA3" w14:textId="77777777" w:rsidR="001F117D" w:rsidRPr="00FE79E9" w:rsidRDefault="001F117D" w:rsidP="001F117D">
      <w:pPr>
        <w:ind w:left="-709"/>
        <w:rPr>
          <w:rFonts w:ascii="Raleway" w:hAnsi="Raleway"/>
          <w:sz w:val="40"/>
        </w:rPr>
      </w:pPr>
      <w:r w:rsidRPr="00FE79E9">
        <w:rPr>
          <w:rFonts w:ascii="Raleway" w:hAnsi="Raleway"/>
          <w:sz w:val="40"/>
        </w:rPr>
        <w:t>Your people understand the critical part they play, who they benefit &amp; to what end.</w:t>
      </w:r>
    </w:p>
    <w:p w14:paraId="7B377D96" w14:textId="77777777" w:rsidR="001F117D" w:rsidRDefault="001F117D" w:rsidP="001F117D">
      <w:pPr>
        <w:ind w:left="-709"/>
        <w:rPr>
          <w:rFonts w:ascii="Raleway" w:hAnsi="Raleway"/>
          <w:sz w:val="40"/>
        </w:rPr>
      </w:pPr>
    </w:p>
    <w:p w14:paraId="1AD9E38C" w14:textId="77777777" w:rsidR="001F117D" w:rsidRDefault="001F117D" w:rsidP="001F117D">
      <w:pPr>
        <w:tabs>
          <w:tab w:val="left" w:pos="5760"/>
        </w:tabs>
        <w:ind w:left="-709"/>
        <w:rPr>
          <w:rFonts w:ascii="Raleway" w:hAnsi="Raleway"/>
          <w:b/>
          <w:sz w:val="22"/>
        </w:rPr>
      </w:pPr>
      <w:r>
        <w:rPr>
          <w:rFonts w:ascii="Raleway" w:hAnsi="Raleway"/>
          <w:b/>
          <w:sz w:val="40"/>
        </w:rPr>
        <w:t>How to Use this Toolkit:</w:t>
      </w:r>
      <w:r>
        <w:rPr>
          <w:rFonts w:ascii="Raleway" w:hAnsi="Raleway"/>
          <w:b/>
          <w:sz w:val="40"/>
        </w:rPr>
        <w:br/>
      </w:r>
    </w:p>
    <w:p w14:paraId="33FB35AC" w14:textId="77777777" w:rsidR="001F117D" w:rsidRDefault="001F117D" w:rsidP="001F117D">
      <w:pPr>
        <w:tabs>
          <w:tab w:val="left" w:pos="5760"/>
        </w:tabs>
        <w:ind w:left="-709"/>
        <w:rPr>
          <w:rFonts w:ascii="Raleway" w:hAnsi="Raleway"/>
          <w:color w:val="auto"/>
          <w:sz w:val="22"/>
        </w:rPr>
      </w:pPr>
      <w:r w:rsidRPr="00FE79E9">
        <w:rPr>
          <w:rFonts w:ascii="Raleway" w:hAnsi="Raleway"/>
          <w:color w:val="auto"/>
          <w:sz w:val="22"/>
        </w:rPr>
        <w:t>Introduction to Internal Customers – 1.5 to 2hrs</w:t>
      </w:r>
      <w:r>
        <w:rPr>
          <w:rFonts w:ascii="Raleway" w:hAnsi="Raleway"/>
          <w:color w:val="auto"/>
          <w:sz w:val="22"/>
        </w:rPr>
        <w:t>.</w:t>
      </w:r>
    </w:p>
    <w:p w14:paraId="4746C9B9" w14:textId="77777777" w:rsidR="001F117D" w:rsidRDefault="001F117D" w:rsidP="001F117D">
      <w:pPr>
        <w:tabs>
          <w:tab w:val="left" w:pos="5760"/>
        </w:tabs>
        <w:ind w:left="-709"/>
        <w:rPr>
          <w:rFonts w:ascii="Raleway" w:hAnsi="Raleway"/>
          <w:b/>
          <w:sz w:val="40"/>
        </w:rPr>
      </w:pPr>
      <w:r>
        <w:rPr>
          <w:rFonts w:ascii="Raleway" w:hAnsi="Raleway"/>
          <w:color w:val="auto"/>
          <w:sz w:val="22"/>
        </w:rPr>
        <w:t>I</w:t>
      </w:r>
      <w:r w:rsidRPr="00FE79E9">
        <w:rPr>
          <w:rFonts w:ascii="Raleway" w:hAnsi="Raleway"/>
          <w:color w:val="auto"/>
          <w:sz w:val="22"/>
        </w:rPr>
        <w:t xml:space="preserve">ntroduces the concept of internal customers. Could be used as a module in a larger workshop or as a standalone session for team members. </w:t>
      </w:r>
    </w:p>
    <w:p w14:paraId="01B58791" w14:textId="77777777" w:rsidR="001F117D" w:rsidRDefault="001F117D" w:rsidP="001F117D">
      <w:pPr>
        <w:tabs>
          <w:tab w:val="left" w:pos="5760"/>
        </w:tabs>
        <w:ind w:left="-709"/>
        <w:rPr>
          <w:rFonts w:ascii="Raleway" w:hAnsi="Raleway"/>
          <w:b/>
          <w:sz w:val="40"/>
        </w:rPr>
      </w:pPr>
    </w:p>
    <w:p w14:paraId="2C1E727C" w14:textId="77777777" w:rsidR="001F117D" w:rsidRDefault="001F117D" w:rsidP="001F117D">
      <w:pPr>
        <w:tabs>
          <w:tab w:val="left" w:pos="5760"/>
        </w:tabs>
        <w:ind w:left="-709"/>
        <w:rPr>
          <w:rFonts w:ascii="Raleway" w:hAnsi="Raleway"/>
          <w:color w:val="auto"/>
          <w:sz w:val="22"/>
        </w:rPr>
      </w:pPr>
      <w:r w:rsidRPr="00FE79E9">
        <w:rPr>
          <w:rFonts w:ascii="Raleway" w:hAnsi="Raleway"/>
          <w:color w:val="auto"/>
          <w:sz w:val="22"/>
        </w:rPr>
        <w:t xml:space="preserve">Internal Customer Mapping – 3.5hrs. </w:t>
      </w:r>
    </w:p>
    <w:p w14:paraId="271ACA5B" w14:textId="77777777" w:rsidR="001F117D" w:rsidRDefault="001F117D" w:rsidP="001F117D">
      <w:pPr>
        <w:tabs>
          <w:tab w:val="left" w:pos="5760"/>
        </w:tabs>
        <w:ind w:left="-709"/>
        <w:rPr>
          <w:rFonts w:ascii="Raleway" w:hAnsi="Raleway"/>
          <w:b/>
          <w:sz w:val="40"/>
        </w:rPr>
      </w:pPr>
      <w:r w:rsidRPr="00FE79E9">
        <w:rPr>
          <w:rFonts w:ascii="Raleway" w:hAnsi="Raleway"/>
          <w:color w:val="auto"/>
          <w:sz w:val="22"/>
        </w:rPr>
        <w:t>First introduces the concept of internal customers using material from the intro session, then works the group through a customer mapping exercise. Best suited for teams or departments. This workshop leaves teams equipped with the tools and actions required post-workshop to achieve excellence in internal customer service.</w:t>
      </w:r>
    </w:p>
    <w:p w14:paraId="49D1BE3B" w14:textId="77777777" w:rsidR="001F117D" w:rsidRDefault="001F117D" w:rsidP="001F117D">
      <w:pPr>
        <w:tabs>
          <w:tab w:val="left" w:pos="5760"/>
        </w:tabs>
        <w:ind w:left="-709"/>
        <w:rPr>
          <w:rFonts w:ascii="Raleway" w:hAnsi="Raleway"/>
          <w:b/>
          <w:sz w:val="40"/>
        </w:rPr>
      </w:pPr>
    </w:p>
    <w:p w14:paraId="0E7BA79E" w14:textId="77777777" w:rsidR="001F117D" w:rsidRDefault="001F117D" w:rsidP="001F117D">
      <w:pPr>
        <w:tabs>
          <w:tab w:val="left" w:pos="5760"/>
        </w:tabs>
        <w:ind w:left="-709"/>
        <w:rPr>
          <w:rFonts w:ascii="Raleway" w:hAnsi="Raleway"/>
          <w:b/>
          <w:sz w:val="40"/>
        </w:rPr>
      </w:pPr>
      <w:r w:rsidRPr="004420F0">
        <w:rPr>
          <w:rFonts w:ascii="Raleway" w:hAnsi="Raleway"/>
          <w:b/>
          <w:sz w:val="40"/>
        </w:rPr>
        <w:t>This Toolkit Contains:</w:t>
      </w:r>
      <w:r>
        <w:rPr>
          <w:rFonts w:ascii="Raleway" w:hAnsi="Raleway"/>
          <w:b/>
          <w:sz w:val="40"/>
        </w:rPr>
        <w:tab/>
      </w:r>
    </w:p>
    <w:p w14:paraId="38DA0522" w14:textId="77777777" w:rsidR="001F117D" w:rsidRPr="00FE79E9" w:rsidRDefault="001F117D" w:rsidP="001F117D">
      <w:pPr>
        <w:tabs>
          <w:tab w:val="left" w:pos="5760"/>
        </w:tabs>
        <w:ind w:left="-709"/>
        <w:rPr>
          <w:rFonts w:ascii="Raleway" w:hAnsi="Raleway"/>
          <w:b/>
          <w:sz w:val="22"/>
        </w:rPr>
      </w:pPr>
    </w:p>
    <w:p w14:paraId="1F03ADB0" w14:textId="77777777" w:rsidR="001F117D" w:rsidRPr="00AC406F" w:rsidRDefault="001F117D" w:rsidP="001F117D">
      <w:pPr>
        <w:ind w:left="-709"/>
        <w:rPr>
          <w:rFonts w:ascii="Raleway" w:hAnsi="Raleway"/>
          <w:b/>
          <w:color w:val="auto"/>
          <w:sz w:val="22"/>
        </w:rPr>
      </w:pPr>
      <w:r>
        <w:rPr>
          <w:rFonts w:ascii="Raleway" w:hAnsi="Raleway"/>
          <w:b/>
          <w:color w:val="auto"/>
          <w:sz w:val="22"/>
        </w:rPr>
        <w:t>Introduction to Internal Customers Session</w:t>
      </w:r>
    </w:p>
    <w:p w14:paraId="6B2B0596" w14:textId="77777777" w:rsidR="001F117D" w:rsidRPr="00AC406F" w:rsidRDefault="001F117D" w:rsidP="001F117D">
      <w:pPr>
        <w:pStyle w:val="ListParagraph"/>
        <w:numPr>
          <w:ilvl w:val="0"/>
          <w:numId w:val="10"/>
        </w:numPr>
        <w:rPr>
          <w:rFonts w:ascii="Raleway" w:hAnsi="Raleway"/>
          <w:color w:val="auto"/>
          <w:sz w:val="22"/>
        </w:rPr>
      </w:pPr>
      <w:r w:rsidRPr="00AC406F">
        <w:rPr>
          <w:rFonts w:ascii="Raleway" w:hAnsi="Raleway"/>
          <w:color w:val="auto"/>
          <w:sz w:val="22"/>
        </w:rPr>
        <w:t>Introduction to Internal Customers (PowerPoint presentation with facilitator notes)</w:t>
      </w:r>
    </w:p>
    <w:p w14:paraId="6C8244B9" w14:textId="77777777" w:rsidR="001F117D" w:rsidRDefault="001F117D" w:rsidP="001F117D">
      <w:pPr>
        <w:pStyle w:val="ListParagraph"/>
        <w:numPr>
          <w:ilvl w:val="0"/>
          <w:numId w:val="10"/>
        </w:numPr>
        <w:rPr>
          <w:rFonts w:ascii="Raleway" w:hAnsi="Raleway"/>
          <w:color w:val="auto"/>
          <w:sz w:val="22"/>
        </w:rPr>
      </w:pPr>
      <w:r w:rsidRPr="00AC406F">
        <w:rPr>
          <w:rFonts w:ascii="Raleway" w:hAnsi="Raleway"/>
          <w:color w:val="auto"/>
          <w:sz w:val="22"/>
        </w:rPr>
        <w:t>Introduction to Internal Customers workbook</w:t>
      </w:r>
    </w:p>
    <w:p w14:paraId="5C936983" w14:textId="77777777" w:rsidR="001F117D" w:rsidRDefault="001F117D" w:rsidP="001F117D">
      <w:pPr>
        <w:ind w:left="0"/>
        <w:rPr>
          <w:rFonts w:ascii="Raleway" w:hAnsi="Raleway"/>
          <w:color w:val="auto"/>
          <w:sz w:val="22"/>
        </w:rPr>
      </w:pPr>
    </w:p>
    <w:p w14:paraId="1E43AD9E" w14:textId="5727EA51" w:rsidR="001F117D" w:rsidRPr="005955F5" w:rsidRDefault="001F117D" w:rsidP="001F117D">
      <w:pPr>
        <w:ind w:left="-709"/>
        <w:rPr>
          <w:rFonts w:ascii="Raleway" w:hAnsi="Raleway"/>
          <w:b/>
          <w:bCs/>
          <w:color w:val="auto"/>
          <w:sz w:val="22"/>
        </w:rPr>
      </w:pPr>
      <w:r w:rsidRPr="005955F5">
        <w:rPr>
          <w:rFonts w:ascii="Raleway" w:hAnsi="Raleway"/>
          <w:b/>
          <w:bCs/>
          <w:color w:val="auto"/>
          <w:sz w:val="22"/>
        </w:rPr>
        <w:t>Internal Customer Mapping Session</w:t>
      </w:r>
    </w:p>
    <w:p w14:paraId="256856E0" w14:textId="5727EA51" w:rsidR="001F117D" w:rsidRPr="00AC406F" w:rsidRDefault="001F117D" w:rsidP="001F117D">
      <w:pPr>
        <w:pStyle w:val="ListParagraph"/>
        <w:numPr>
          <w:ilvl w:val="0"/>
          <w:numId w:val="9"/>
        </w:numPr>
        <w:rPr>
          <w:rFonts w:ascii="Raleway" w:hAnsi="Raleway"/>
          <w:color w:val="auto"/>
          <w:sz w:val="22"/>
        </w:rPr>
      </w:pPr>
      <w:r w:rsidRPr="00AC406F">
        <w:rPr>
          <w:rFonts w:ascii="Raleway" w:hAnsi="Raleway"/>
          <w:color w:val="auto"/>
          <w:sz w:val="22"/>
        </w:rPr>
        <w:t>Internal Customer Mapping (PowerPoint presentation with facilitator notes)</w:t>
      </w:r>
    </w:p>
    <w:p w14:paraId="2ED98600" w14:textId="77777777" w:rsidR="001F117D" w:rsidRDefault="001F117D" w:rsidP="001F117D">
      <w:pPr>
        <w:pStyle w:val="ListParagraph"/>
        <w:numPr>
          <w:ilvl w:val="0"/>
          <w:numId w:val="9"/>
        </w:numPr>
        <w:rPr>
          <w:rFonts w:ascii="Raleway" w:hAnsi="Raleway"/>
          <w:color w:val="auto"/>
          <w:sz w:val="22"/>
        </w:rPr>
      </w:pPr>
      <w:r w:rsidRPr="00AC406F">
        <w:rPr>
          <w:rFonts w:ascii="Raleway" w:hAnsi="Raleway"/>
          <w:color w:val="auto"/>
          <w:sz w:val="22"/>
        </w:rPr>
        <w:t>Internal Customer Mapping workbook</w:t>
      </w:r>
    </w:p>
    <w:p w14:paraId="69F6716F" w14:textId="77777777" w:rsidR="001F117D" w:rsidRDefault="001F117D" w:rsidP="001F117D">
      <w:pPr>
        <w:ind w:left="0"/>
        <w:rPr>
          <w:rFonts w:ascii="Raleway" w:hAnsi="Raleway"/>
          <w:color w:val="auto"/>
          <w:sz w:val="22"/>
        </w:rPr>
      </w:pPr>
    </w:p>
    <w:p w14:paraId="2E6A9B72" w14:textId="478BEA9A" w:rsidR="001F117D" w:rsidRDefault="00C02FBD" w:rsidP="001F117D">
      <w:pPr>
        <w:ind w:left="-709"/>
        <w:rPr>
          <w:rFonts w:ascii="Raleway" w:hAnsi="Raleway"/>
          <w:b/>
          <w:bCs/>
          <w:color w:val="auto"/>
          <w:sz w:val="22"/>
        </w:rPr>
      </w:pPr>
      <w:r>
        <w:rPr>
          <w:noProof/>
        </w:rPr>
        <w:drawing>
          <wp:anchor distT="0" distB="0" distL="114300" distR="114300" simplePos="0" relativeHeight="251659264" behindDoc="0" locked="0" layoutInCell="1" allowOverlap="1" wp14:anchorId="2E74DB33" wp14:editId="327611F6">
            <wp:simplePos x="0" y="0"/>
            <wp:positionH relativeFrom="margin">
              <wp:posOffset>3981450</wp:posOffset>
            </wp:positionH>
            <wp:positionV relativeFrom="page">
              <wp:posOffset>9303072</wp:posOffset>
            </wp:positionV>
            <wp:extent cx="1911350" cy="59690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1" cstate="print">
                      <a:extLst>
                        <a:ext uri="{28A0092B-C50C-407E-A947-70E740481C1C}">
                          <a14:useLocalDpi xmlns:a14="http://schemas.microsoft.com/office/drawing/2010/main" val="0"/>
                        </a:ext>
                      </a:extLst>
                    </a:blip>
                    <a:srcRect l="7714" t="13774" r="9366" b="34435"/>
                    <a:stretch/>
                  </pic:blipFill>
                  <pic:spPr bwMode="auto">
                    <a:xfrm>
                      <a:off x="0" y="0"/>
                      <a:ext cx="1911350" cy="596900"/>
                    </a:xfrm>
                    <a:prstGeom prst="rect">
                      <a:avLst/>
                    </a:prstGeom>
                    <a:ln>
                      <a:noFill/>
                    </a:ln>
                    <a:extLst>
                      <a:ext uri="{53640926-AAD7-44D8-BBD7-CCE9431645EC}">
                        <a14:shadowObscured xmlns:a14="http://schemas.microsoft.com/office/drawing/2010/main"/>
                      </a:ext>
                    </a:extLst>
                  </pic:spPr>
                </pic:pic>
              </a:graphicData>
            </a:graphic>
          </wp:anchor>
        </w:drawing>
      </w:r>
    </w:p>
    <w:p w14:paraId="4ADA4260" w14:textId="4AA56E79" w:rsidR="001F117D" w:rsidRDefault="001F117D" w:rsidP="001F117D">
      <w:pPr>
        <w:ind w:left="-709"/>
        <w:rPr>
          <w:rFonts w:ascii="Raleway" w:hAnsi="Raleway"/>
          <w:b/>
          <w:bCs/>
          <w:color w:val="auto"/>
          <w:sz w:val="22"/>
        </w:rPr>
      </w:pPr>
    </w:p>
    <w:p w14:paraId="32312E2C" w14:textId="77777777" w:rsidR="001F117D" w:rsidRPr="00CE48C7" w:rsidRDefault="001F117D" w:rsidP="001F117D">
      <w:pPr>
        <w:ind w:left="-709"/>
        <w:rPr>
          <w:rFonts w:ascii="Raleway" w:hAnsi="Raleway"/>
          <w:b/>
          <w:bCs/>
          <w:color w:val="auto"/>
          <w:sz w:val="22"/>
        </w:rPr>
      </w:pPr>
      <w:r w:rsidRPr="00CE48C7">
        <w:rPr>
          <w:rFonts w:ascii="Raleway" w:hAnsi="Raleway"/>
          <w:b/>
          <w:bCs/>
          <w:color w:val="auto"/>
          <w:sz w:val="22"/>
        </w:rPr>
        <w:lastRenderedPageBreak/>
        <w:t>Tools</w:t>
      </w:r>
    </w:p>
    <w:p w14:paraId="23C52AE6" w14:textId="77777777" w:rsidR="001F117D" w:rsidRPr="00FE79E9" w:rsidRDefault="001F117D" w:rsidP="001F117D">
      <w:pPr>
        <w:pStyle w:val="ListParagraph"/>
        <w:numPr>
          <w:ilvl w:val="0"/>
          <w:numId w:val="7"/>
        </w:numPr>
        <w:rPr>
          <w:rFonts w:ascii="Raleway" w:hAnsi="Raleway"/>
          <w:color w:val="auto"/>
          <w:sz w:val="22"/>
        </w:rPr>
      </w:pPr>
      <w:r w:rsidRPr="00AC406F">
        <w:rPr>
          <w:rFonts w:ascii="Raleway" w:hAnsi="Raleway"/>
          <w:color w:val="auto"/>
          <w:sz w:val="22"/>
        </w:rPr>
        <w:t xml:space="preserve">Internal Customer Requirements Conversation Guide </w:t>
      </w:r>
    </w:p>
    <w:p w14:paraId="5E0B7605" w14:textId="77777777" w:rsidR="001F117D" w:rsidRPr="00AC406F" w:rsidRDefault="001F117D" w:rsidP="001F117D">
      <w:pPr>
        <w:ind w:left="-709"/>
        <w:rPr>
          <w:rFonts w:ascii="Raleway" w:hAnsi="Raleway"/>
          <w:color w:val="auto"/>
          <w:sz w:val="22"/>
        </w:rPr>
      </w:pPr>
    </w:p>
    <w:p w14:paraId="78BB8E0E" w14:textId="77777777" w:rsidR="001F117D" w:rsidRPr="00AC406F" w:rsidRDefault="001F117D" w:rsidP="001F117D">
      <w:pPr>
        <w:ind w:left="-709"/>
        <w:rPr>
          <w:rFonts w:ascii="Raleway" w:hAnsi="Raleway"/>
          <w:b/>
          <w:color w:val="auto"/>
          <w:sz w:val="22"/>
        </w:rPr>
      </w:pPr>
      <w:r w:rsidRPr="00AC406F">
        <w:rPr>
          <w:rFonts w:ascii="Raleway" w:hAnsi="Raleway"/>
          <w:b/>
          <w:color w:val="auto"/>
          <w:sz w:val="22"/>
        </w:rPr>
        <w:t>Supplementary Readings/Materials</w:t>
      </w:r>
    </w:p>
    <w:p w14:paraId="4E45B309" w14:textId="77777777" w:rsidR="001F117D" w:rsidRPr="00AC406F" w:rsidRDefault="001F117D" w:rsidP="001F117D">
      <w:pPr>
        <w:pStyle w:val="ListParagraph"/>
        <w:numPr>
          <w:ilvl w:val="0"/>
          <w:numId w:val="8"/>
        </w:numPr>
        <w:rPr>
          <w:rFonts w:ascii="Raleway" w:hAnsi="Raleway"/>
          <w:color w:val="auto"/>
          <w:sz w:val="22"/>
        </w:rPr>
      </w:pPr>
      <w:r w:rsidRPr="00AC406F">
        <w:rPr>
          <w:rFonts w:ascii="Raleway" w:hAnsi="Raleway"/>
          <w:color w:val="auto"/>
          <w:sz w:val="22"/>
        </w:rPr>
        <w:t>BLOG 3 Reasons to Resurrect the Internal Customer</w:t>
      </w:r>
    </w:p>
    <w:sectPr w:rsidR="001F117D" w:rsidRPr="00AC406F" w:rsidSect="001F117D">
      <w:headerReference w:type="even" r:id="rId12"/>
      <w:headerReference w:type="default" r:id="rId13"/>
      <w:footerReference w:type="even" r:id="rId14"/>
      <w:footerReference w:type="default" r:id="rId15"/>
      <w:headerReference w:type="first" r:id="rId16"/>
      <w:pgSz w:w="11900" w:h="16840"/>
      <w:pgMar w:top="1701" w:right="2688" w:bottom="0" w:left="179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77B84" w14:textId="77777777" w:rsidR="00592CFD" w:rsidRDefault="00592CFD" w:rsidP="004E7EA3">
      <w:r>
        <w:separator/>
      </w:r>
    </w:p>
  </w:endnote>
  <w:endnote w:type="continuationSeparator" w:id="0">
    <w:p w14:paraId="294F442A" w14:textId="77777777" w:rsidR="00592CFD" w:rsidRDefault="00592CFD"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aleway">
    <w:altName w:val="Raleway"/>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60FA" w14:textId="77777777" w:rsidR="001A718D" w:rsidRDefault="001A718D">
    <w:pPr>
      <w:pStyle w:val="Footer"/>
    </w:pPr>
  </w:p>
  <w:p w14:paraId="080722F4" w14:textId="77777777" w:rsidR="001A718D" w:rsidRDefault="001A718D">
    <w:pPr>
      <w:pStyle w:val="Footer"/>
    </w:pPr>
    <w:r w:rsidRPr="00AA7D25">
      <w:rPr>
        <w:noProof/>
      </w:rPr>
      <mc:AlternateContent>
        <mc:Choice Requires="wps">
          <w:drawing>
            <wp:anchor distT="0" distB="0" distL="114300" distR="114300" simplePos="0" relativeHeight="251655680" behindDoc="0" locked="0" layoutInCell="1" allowOverlap="1" wp14:anchorId="13D58741" wp14:editId="01B283A9">
              <wp:simplePos x="0" y="0"/>
              <wp:positionH relativeFrom="page">
                <wp:align>center</wp:align>
              </wp:positionH>
              <wp:positionV relativeFrom="page">
                <wp:posOffset>10011106</wp:posOffset>
              </wp:positionV>
              <wp:extent cx="6487795" cy="45085"/>
              <wp:effectExtent l="0" t="0" r="825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7795" cy="45085"/>
                      </a:xfrm>
                      <a:prstGeom prst="rect">
                        <a:avLst/>
                      </a:prstGeom>
                      <a:solidFill>
                        <a:srgbClr val="002F39"/>
                      </a:solidFill>
                      <a:ln w="9525" cap="flat" cmpd="sng" algn="ctr">
                        <a:noFill/>
                        <a:prstDash val="solid"/>
                      </a:ln>
                      <a:effectLst/>
                    </wps:spPr>
                    <wps:txbx>
                      <w:txbxContent>
                        <w:p w14:paraId="2A404F0B" w14:textId="77777777" w:rsidR="001A718D" w:rsidRDefault="001A718D" w:rsidP="001A718D">
                          <w:pPr>
                            <w:ind w:left="-284"/>
                            <w:jc w:val="center"/>
                          </w:pPr>
                        </w:p>
                        <w:p w14:paraId="00251C5C" w14:textId="77777777" w:rsidR="001A718D" w:rsidRDefault="001A718D" w:rsidP="001A718D">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58741" id="Rectangle 1" o:spid="_x0000_s1026" style="position:absolute;left:0;text-align:left;margin-left:0;margin-top:788.3pt;width:510.85pt;height:3.55pt;z-index:25165568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" fillcolor="#002f39" stroked="f">
              <v:textbox>
                <w:txbxContent>
                  <w:p w14:paraId="2A404F0B" w14:textId="77777777" w:rsidR="001A718D" w:rsidRDefault="001A718D" w:rsidP="001A718D">
                    <w:pPr>
                      <w:ind w:left="-284"/>
                      <w:jc w:val="center"/>
                    </w:pPr>
                  </w:p>
                  <w:p w14:paraId="00251C5C" w14:textId="77777777" w:rsidR="001A718D" w:rsidRDefault="001A718D" w:rsidP="001A718D">
                    <w:pPr>
                      <w:ind w:left="-284"/>
                      <w:jc w:val="center"/>
                    </w:pPr>
                  </w:p>
                </w:txbxContent>
              </v:textbox>
              <w10:wrap anchorx="page" anchory="page"/>
            </v:rect>
          </w:pict>
        </mc:Fallback>
      </mc:AlternateContent>
    </w:r>
  </w:p>
  <w:p w14:paraId="14D48CBC" w14:textId="77777777" w:rsidR="001A718D" w:rsidRDefault="001A718D" w:rsidP="001A718D">
    <w:pPr>
      <w:pStyle w:val="Footer"/>
      <w:tabs>
        <w:tab w:val="clear" w:pos="8640"/>
      </w:tabs>
      <w:ind w:right="-2083"/>
    </w:pPr>
  </w:p>
  <w:p w14:paraId="3927D493" w14:textId="77777777" w:rsidR="001A718D" w:rsidRPr="001A718D" w:rsidRDefault="001A718D" w:rsidP="001A718D">
    <w:pPr>
      <w:pStyle w:val="Footer"/>
      <w:tabs>
        <w:tab w:val="clear" w:pos="4320"/>
        <w:tab w:val="clear" w:pos="8640"/>
      </w:tabs>
      <w:ind w:right="-1799"/>
      <w:rPr>
        <w:rFonts w:ascii="Calibri" w:eastAsia="Calibri" w:hAnsi="Calibri"/>
        <w:i/>
        <w:iCs/>
        <w:color w:val="44546A" w:themeColor="text2"/>
        <w:kern w:val="24"/>
        <w:sz w:val="12"/>
        <w:szCs w:val="12"/>
        <w:lang w:val="en-NZ"/>
      </w:rPr>
    </w:pPr>
    <w:r w:rsidRPr="001A718D">
      <w:rPr>
        <w:rFonts w:ascii="Calibri" w:eastAsia="Calibri" w:hAnsi="Calibri"/>
        <w:i/>
        <w:iCs/>
        <w:color w:val="44546A" w:themeColor="text2"/>
        <w:kern w:val="24"/>
        <w:sz w:val="12"/>
        <w:szCs w:val="12"/>
        <w:lang w:val="en-NZ"/>
      </w:rPr>
      <w:t>© Culture by Design Limited 2020. All rights reserved. All content (texts, trademarks, illustrations, photos, graphics, files, designs, arrangements, etc.) in this document (except where stated otherwise) are owned by Culture by Design Limited and protected by copyright and other intellectual property legislation. Unless stated otherwise, no content in this presentation may be copied, distributed, or used for any other purpose, without the prior and express written consent from Culture by Design Limited.</w:t>
    </w:r>
  </w:p>
  <w:p w14:paraId="4812E1CB" w14:textId="77777777" w:rsidR="00A97716" w:rsidRDefault="00A97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4995" w14:textId="77777777" w:rsidR="00DE55FA" w:rsidRDefault="00DE55FA" w:rsidP="00DE55FA">
    <w:pPr>
      <w:pStyle w:val="Footer"/>
      <w:ind w:left="0"/>
    </w:pPr>
  </w:p>
  <w:p w14:paraId="4407BC7C" w14:textId="77777777" w:rsidR="00DE55FA" w:rsidRDefault="00DE55FA" w:rsidP="00DE55FA">
    <w:pPr>
      <w:pStyle w:val="Footer"/>
      <w:ind w:left="0"/>
    </w:pPr>
  </w:p>
  <w:p w14:paraId="07360CCC" w14:textId="77777777" w:rsidR="00DE55FA" w:rsidRDefault="00DE55FA" w:rsidP="00DE55FA">
    <w:bookmarkStart w:id="0" w:name="_Hlk32228250"/>
  </w:p>
  <w:p w14:paraId="0402112C" w14:textId="79C0FD2A" w:rsidR="006841C0" w:rsidRPr="00131D08" w:rsidRDefault="00DE55FA" w:rsidP="001F117D">
    <w:pPr>
      <w:rPr>
        <w:rFonts w:ascii="Raleway" w:hAnsi="Raleway"/>
      </w:rPr>
    </w:pPr>
    <w:r w:rsidRPr="00AA7D25">
      <w:rPr>
        <w:noProof/>
      </w:rPr>
      <mc:AlternateContent>
        <mc:Choice Requires="wps">
          <w:drawing>
            <wp:anchor distT="0" distB="0" distL="114300" distR="114300" simplePos="0" relativeHeight="251654656" behindDoc="0" locked="0" layoutInCell="1" allowOverlap="1" wp14:anchorId="3871A2F7" wp14:editId="7A85BCE3">
              <wp:simplePos x="0" y="0"/>
              <wp:positionH relativeFrom="page">
                <wp:align>center</wp:align>
              </wp:positionH>
              <wp:positionV relativeFrom="page">
                <wp:posOffset>10037717</wp:posOffset>
              </wp:positionV>
              <wp:extent cx="6487795" cy="45085"/>
              <wp:effectExtent l="0" t="0" r="825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7795" cy="45085"/>
                      </a:xfrm>
                      <a:prstGeom prst="rect">
                        <a:avLst/>
                      </a:prstGeom>
                      <a:solidFill>
                        <a:srgbClr val="002F3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F3651" id="Rectangle 6" o:spid="_x0000_s1026" style="position:absolute;margin-left:0;margin-top:790.35pt;width:510.85pt;height:3.55pt;z-index:25165465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" fillcolor="#002f39" stroked="f">
              <w10:wrap anchorx="page" anchory="page"/>
            </v:rect>
          </w:pict>
        </mc:Fallback>
      </mc:AlternateContent>
    </w:r>
    <w:bookmarkStart w:id="1" w:name="_Hlk32228637"/>
    <w:bookmarkEnd w:id="0"/>
    <w:r w:rsidR="006841C0" w:rsidRPr="00131D08">
      <w:rPr>
        <w:rFonts w:ascii="Raleway" w:hAnsi="Raleway"/>
      </w:rPr>
      <w:t xml:space="preserve">                                                                                                 </w:t>
    </w:r>
    <w:bookmarkEnd w:id="1"/>
  </w:p>
  <w:p w14:paraId="5E5985F2" w14:textId="77777777" w:rsidR="00DE55FA" w:rsidRDefault="00DE55FA" w:rsidP="00DE55FA">
    <w:pPr>
      <w:pStyle w:val="Footer"/>
      <w:ind w:left="0"/>
    </w:pPr>
  </w:p>
  <w:p w14:paraId="2B748143" w14:textId="77777777" w:rsidR="00DE55FA" w:rsidRDefault="00DE55FA" w:rsidP="00DE55FA">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BF8EE" w14:textId="77777777" w:rsidR="00592CFD" w:rsidRDefault="00592CFD" w:rsidP="004E7EA3">
      <w:r>
        <w:separator/>
      </w:r>
    </w:p>
  </w:footnote>
  <w:footnote w:type="continuationSeparator" w:id="0">
    <w:p w14:paraId="442DE870" w14:textId="77777777" w:rsidR="00592CFD" w:rsidRDefault="00592CFD"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6E3F" w14:textId="77777777" w:rsidR="00640EE9" w:rsidRDefault="00640EE9">
    <w:pPr>
      <w:pStyle w:val="Header"/>
    </w:pPr>
    <w:r>
      <w:rPr>
        <w:rFonts w:ascii="Raleway" w:hAnsi="Raleway"/>
        <w:noProof/>
      </w:rPr>
      <mc:AlternateContent>
        <mc:Choice Requires="wps">
          <w:drawing>
            <wp:anchor distT="0" distB="0" distL="114300" distR="114300" simplePos="0" relativeHeight="251659776" behindDoc="0" locked="0" layoutInCell="1" allowOverlap="1" wp14:anchorId="3C54C792" wp14:editId="1B790F3F">
              <wp:simplePos x="0" y="0"/>
              <wp:positionH relativeFrom="page">
                <wp:align>right</wp:align>
              </wp:positionH>
              <wp:positionV relativeFrom="paragraph">
                <wp:posOffset>-450215</wp:posOffset>
              </wp:positionV>
              <wp:extent cx="6448225" cy="653143"/>
              <wp:effectExtent l="0" t="0" r="0" b="0"/>
              <wp:wrapNone/>
              <wp:docPr id="28" name="Right Triangle 28"/>
              <wp:cNvGraphicFramePr/>
              <a:graphic xmlns:a="http://schemas.openxmlformats.org/drawingml/2006/main">
                <a:graphicData uri="http://schemas.microsoft.com/office/word/2010/wordprocessingShape">
                  <wps:wsp>
                    <wps:cNvSpPr/>
                    <wps:spPr>
                      <a:xfrm flipH="1" flipV="1">
                        <a:off x="0" y="0"/>
                        <a:ext cx="6448225" cy="653143"/>
                      </a:xfrm>
                      <a:prstGeom prst="rtTriangle">
                        <a:avLst/>
                      </a:prstGeom>
                      <a:gradFill flip="none" rotWithShape="1">
                        <a:gsLst>
                          <a:gs pos="0">
                            <a:srgbClr val="39AD39"/>
                          </a:gs>
                          <a:gs pos="54000">
                            <a:srgbClr val="339966"/>
                          </a:gs>
                          <a:gs pos="100000">
                            <a:srgbClr val="0099CC"/>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1B672A" id="_x0000_t6" coordsize="21600,21600" o:spt="6" path="m,l,21600r21600,xe">
              <v:stroke joinstyle="miter"/>
              <v:path gradientshapeok="t" o:connecttype="custom" o:connectlocs="0,0;0,10800;0,21600;10800,21600;21600,21600;10800,10800" textboxrect="1800,12600,12600,19800"/>
            </v:shapetype>
            <v:shape id="Right Triangle 28" o:spid="_x0000_s1026" type="#_x0000_t6" style="position:absolute;margin-left:456.55pt;margin-top:-35.45pt;width:507.75pt;height:51.45pt;flip:x y;z-index:2516597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" fillcolor="#39ad39" stroked="f" strokeweight="1pt">
              <v:fill color2="#09c" rotate="t" angle="90" colors="0 #39ad39;35389f #396;1 #09c" focus="100%" type="gradient"/>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BF5B" w14:textId="77777777" w:rsidR="007E5ADA" w:rsidRDefault="00640EE9">
    <w:pPr>
      <w:pStyle w:val="Header"/>
    </w:pPr>
    <w:r w:rsidRPr="00213B1B">
      <w:rPr>
        <w:noProof/>
      </w:rPr>
      <mc:AlternateContent>
        <mc:Choice Requires="wps">
          <w:drawing>
            <wp:anchor distT="0" distB="0" distL="114300" distR="114300" simplePos="0" relativeHeight="251658752" behindDoc="0" locked="0" layoutInCell="1" allowOverlap="1" wp14:anchorId="0E4AAA3F" wp14:editId="6171FBDD">
              <wp:simplePos x="0" y="0"/>
              <wp:positionH relativeFrom="page">
                <wp:posOffset>3301340</wp:posOffset>
              </wp:positionH>
              <wp:positionV relativeFrom="paragraph">
                <wp:posOffset>-438341</wp:posOffset>
              </wp:positionV>
              <wp:extent cx="4259580" cy="1045029"/>
              <wp:effectExtent l="0" t="0" r="7620" b="3175"/>
              <wp:wrapNone/>
              <wp:docPr id="30" name="Right Triangle 30"/>
              <wp:cNvGraphicFramePr/>
              <a:graphic xmlns:a="http://schemas.openxmlformats.org/drawingml/2006/main">
                <a:graphicData uri="http://schemas.microsoft.com/office/word/2010/wordprocessingShape">
                  <wps:wsp>
                    <wps:cNvSpPr/>
                    <wps:spPr>
                      <a:xfrm flipH="1" flipV="1">
                        <a:off x="0" y="0"/>
                        <a:ext cx="4259580" cy="1045029"/>
                      </a:xfrm>
                      <a:prstGeom prst="rtTriangle">
                        <a:avLst/>
                      </a:prstGeom>
                      <a:solidFill>
                        <a:schemeClr val="accent6">
                          <a:lumMod val="20000"/>
                          <a:lumOff val="80000"/>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F5302E" id="_x0000_t6" coordsize="21600,21600" o:spt="6" path="m,l,21600r21600,xe">
              <v:stroke joinstyle="miter"/>
              <v:path gradientshapeok="t" o:connecttype="custom" o:connectlocs="0,0;0,10800;0,21600;10800,21600;21600,21600;10800,10800" textboxrect="1800,12600,12600,19800"/>
            </v:shapetype>
            <v:shape id="Right Triangle 30" o:spid="_x0000_s1026" type="#_x0000_t6" style="position:absolute;margin-left:259.95pt;margin-top:-34.5pt;width:335.4pt;height:82.3pt;flip:x y;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" fillcolor="#e2efd9 [665]" stroked="f" strokeweight="1pt">
              <v:fill opacity="26214f"/>
              <w10:wrap anchorx="page"/>
            </v:shape>
          </w:pict>
        </mc:Fallback>
      </mc:AlternateContent>
    </w:r>
    <w:r>
      <w:rPr>
        <w:rFonts w:ascii="Raleway" w:hAnsi="Raleway"/>
        <w:noProof/>
      </w:rPr>
      <mc:AlternateContent>
        <mc:Choice Requires="wpg">
          <w:drawing>
            <wp:anchor distT="0" distB="0" distL="114300" distR="114300" simplePos="0" relativeHeight="251656704" behindDoc="1" locked="0" layoutInCell="1" allowOverlap="1" wp14:anchorId="6CD84A57" wp14:editId="40A8CB84">
              <wp:simplePos x="0" y="0"/>
              <wp:positionH relativeFrom="column">
                <wp:posOffset>-1347676</wp:posOffset>
              </wp:positionH>
              <wp:positionV relativeFrom="paragraph">
                <wp:posOffset>-443040</wp:posOffset>
              </wp:positionV>
              <wp:extent cx="7897495" cy="752730"/>
              <wp:effectExtent l="19050" t="19050" r="0" b="28575"/>
              <wp:wrapNone/>
              <wp:docPr id="2" name="Group 2"/>
              <wp:cNvGraphicFramePr/>
              <a:graphic xmlns:a="http://schemas.openxmlformats.org/drawingml/2006/main">
                <a:graphicData uri="http://schemas.microsoft.com/office/word/2010/wordprocessingGroup">
                  <wpg:wgp>
                    <wpg:cNvGrpSpPr/>
                    <wpg:grpSpPr>
                      <a:xfrm>
                        <a:off x="0" y="0"/>
                        <a:ext cx="7897495" cy="752730"/>
                        <a:chOff x="0" y="0"/>
                        <a:chExt cx="7663742" cy="895553"/>
                      </a:xfrm>
                    </wpg:grpSpPr>
                    <pic:pic xmlns:pic="http://schemas.openxmlformats.org/drawingml/2006/picture">
                      <pic:nvPicPr>
                        <pic:cNvPr id="23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3425752" y="-3352800"/>
                          <a:ext cx="885190" cy="7590790"/>
                        </a:xfrm>
                        <a:prstGeom prst="rect">
                          <a:avLst/>
                        </a:prstGeom>
                        <a:noFill/>
                        <a:ln>
                          <a:noFill/>
                        </a:ln>
                      </pic:spPr>
                    </pic:pic>
                    <wps:wsp>
                      <wps:cNvPr id="236" name="Straight Connector 236"/>
                      <wps:cNvCnPr/>
                      <wps:spPr>
                        <a:xfrm rot="5400000">
                          <a:off x="3367952" y="-3367103"/>
                          <a:ext cx="894704" cy="7630608"/>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AE2AF6E" id="Group 2" o:spid="_x0000_s1026" style="position:absolute;margin-left:-106.1pt;margin-top:-34.9pt;width:621.85pt;height:59.25pt;z-index:-251659776;mso-width-relative:margin;mso-height-relative:margin" coordsize="76637,8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34257;top:-33528;width:8851;height:7590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">
                <v:imagedata r:id="rId2" o:title=""/>
              </v:shape>
              <v:line id="Straight Connector 236" o:spid="_x0000_s1028" style="position:absolute;rotation:90;visibility:visible;mso-wrap-style:square" from="33679,-33671" to="42626,4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" strokecolor="white [3212]" strokeweight="2.25pt">
                <v:stroke joinstyle="miter"/>
              </v:line>
            </v:group>
          </w:pict>
        </mc:Fallback>
      </mc:AlternateContent>
    </w:r>
    <w:r w:rsidR="007E5ADA">
      <w:rPr>
        <w:rFonts w:ascii="Raleway" w:hAnsi="Raleway"/>
        <w:noProof/>
      </w:rPr>
      <mc:AlternateContent>
        <mc:Choice Requires="wps">
          <w:drawing>
            <wp:anchor distT="0" distB="0" distL="114300" distR="114300" simplePos="0" relativeHeight="251657728" behindDoc="0" locked="0" layoutInCell="1" allowOverlap="1" wp14:anchorId="26944D9D" wp14:editId="22723E87">
              <wp:simplePos x="0" y="0"/>
              <wp:positionH relativeFrom="column">
                <wp:posOffset>3658812</wp:posOffset>
              </wp:positionH>
              <wp:positionV relativeFrom="paragraph">
                <wp:posOffset>381291</wp:posOffset>
              </wp:positionV>
              <wp:extent cx="3633095" cy="763679"/>
              <wp:effectExtent l="19050" t="19050" r="5715" b="36830"/>
              <wp:wrapNone/>
              <wp:docPr id="246" name="Straight Connector 246"/>
              <wp:cNvGraphicFramePr/>
              <a:graphic xmlns:a="http://schemas.openxmlformats.org/drawingml/2006/main">
                <a:graphicData uri="http://schemas.microsoft.com/office/word/2010/wordprocessingShape">
                  <wps:wsp>
                    <wps:cNvCnPr/>
                    <wps:spPr>
                      <a:xfrm flipH="1" flipV="1">
                        <a:off x="0" y="0"/>
                        <a:ext cx="3633095" cy="763679"/>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373B8" id="Straight Connector 246" o:spid="_x0000_s1026" style="position:absolute;flip:x y;z-index:251657728;visibility:visible;mso-wrap-style:square;mso-wrap-distance-left:9pt;mso-wrap-distance-top:0;mso-wrap-distance-right:9pt;mso-wrap-distance-bottom:0;mso-position-horizontal:absolute;mso-position-horizontal-relative:text;mso-position-vertical:absolute;mso-position-vertical-relative:text" from="288.1pt,30pt" to="574.15pt,9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" strokecolor="white [3212]" strokeweight="2.2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2A67" w14:textId="77777777" w:rsidR="00F310B8" w:rsidRDefault="00DA52D3" w:rsidP="004E7EA3">
    <w:pPr>
      <w:pStyle w:val="Header"/>
    </w:pPr>
    <w:r>
      <w:rPr>
        <w:noProof/>
      </w:rPr>
      <w:pict w14:anchorId="77AC5B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676pt;height:955pt;z-index:-251655680;mso-wrap-edited:f;mso-position-horizontal:center;mso-position-horizontal-relative:margin;mso-position-vertical:center;mso-position-vertical-relative:margin" wrapcoords="-23 0 -23 21566 21600 21566 21600 0 -23 0">
          <v:imagedata r:id="rId1" o:title="Screen Shot 2016-06-29 at 1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2pt;height:47.5pt" o:bullet="t">
        <v:imagedata r:id="rId1" o:title="Bullet Point 1"/>
      </v:shape>
    </w:pict>
  </w:numPicBullet>
  <w:numPicBullet w:numPicBulletId="1">
    <w:pict>
      <v:shape id="_x0000_i1031" type="#_x0000_t75" style="width:45pt;height:49.5pt" o:bullet="t">
        <v:imagedata r:id="rId2" o:title="Bullet Point 2"/>
      </v:shape>
    </w:pict>
  </w:numPicBullet>
  <w:abstractNum w:abstractNumId="0" w15:restartNumberingAfterBreak="0">
    <w:nsid w:val="036B4FBE"/>
    <w:multiLevelType w:val="hybridMultilevel"/>
    <w:tmpl w:val="DEBC54BA"/>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1" w15:restartNumberingAfterBreak="0">
    <w:nsid w:val="05BF21E1"/>
    <w:multiLevelType w:val="hybridMultilevel"/>
    <w:tmpl w:val="C22A7762"/>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2" w15:restartNumberingAfterBreak="0">
    <w:nsid w:val="09966FE0"/>
    <w:multiLevelType w:val="hybridMultilevel"/>
    <w:tmpl w:val="610A118C"/>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3" w15:restartNumberingAfterBreak="0">
    <w:nsid w:val="0A1B6DE1"/>
    <w:multiLevelType w:val="hybridMultilevel"/>
    <w:tmpl w:val="4B0C985A"/>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4" w15:restartNumberingAfterBreak="0">
    <w:nsid w:val="0B1D15C6"/>
    <w:multiLevelType w:val="hybridMultilevel"/>
    <w:tmpl w:val="E708B04A"/>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5" w15:restartNumberingAfterBreak="0">
    <w:nsid w:val="1FAB0F98"/>
    <w:multiLevelType w:val="hybridMultilevel"/>
    <w:tmpl w:val="D04ED26C"/>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6" w15:restartNumberingAfterBreak="0">
    <w:nsid w:val="2B872398"/>
    <w:multiLevelType w:val="hybridMultilevel"/>
    <w:tmpl w:val="4DF415E2"/>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7" w15:restartNumberingAfterBreak="0">
    <w:nsid w:val="57E24C4B"/>
    <w:multiLevelType w:val="hybridMultilevel"/>
    <w:tmpl w:val="25E2C6BE"/>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8" w15:restartNumberingAfterBreak="0">
    <w:nsid w:val="5F464D13"/>
    <w:multiLevelType w:val="hybridMultilevel"/>
    <w:tmpl w:val="4684B3A2"/>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9" w15:restartNumberingAfterBreak="0">
    <w:nsid w:val="6E6D0E60"/>
    <w:multiLevelType w:val="hybridMultilevel"/>
    <w:tmpl w:val="4F94317E"/>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5"/>
  </w:num>
  <w:num w:numId="6">
    <w:abstractNumId w:val="9"/>
  </w:num>
  <w:num w:numId="7">
    <w:abstractNumId w:val="6"/>
  </w:num>
  <w:num w:numId="8">
    <w:abstractNumId w:val="8"/>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17D"/>
    <w:rsid w:val="000006A1"/>
    <w:rsid w:val="000533CC"/>
    <w:rsid w:val="00081CB4"/>
    <w:rsid w:val="000958E6"/>
    <w:rsid w:val="000A4B64"/>
    <w:rsid w:val="000A683E"/>
    <w:rsid w:val="00131D08"/>
    <w:rsid w:val="001550BC"/>
    <w:rsid w:val="00184C14"/>
    <w:rsid w:val="001A718D"/>
    <w:rsid w:val="001D18C6"/>
    <w:rsid w:val="001D490F"/>
    <w:rsid w:val="001D5DFD"/>
    <w:rsid w:val="001F117D"/>
    <w:rsid w:val="0023446C"/>
    <w:rsid w:val="00235280"/>
    <w:rsid w:val="00242A03"/>
    <w:rsid w:val="0024713B"/>
    <w:rsid w:val="00275C35"/>
    <w:rsid w:val="002B23BE"/>
    <w:rsid w:val="002C01C9"/>
    <w:rsid w:val="002D5A17"/>
    <w:rsid w:val="00303748"/>
    <w:rsid w:val="003B4108"/>
    <w:rsid w:val="003E1A3E"/>
    <w:rsid w:val="004257F2"/>
    <w:rsid w:val="004262A4"/>
    <w:rsid w:val="004420F0"/>
    <w:rsid w:val="004550CC"/>
    <w:rsid w:val="004611E8"/>
    <w:rsid w:val="00466C46"/>
    <w:rsid w:val="004B7E23"/>
    <w:rsid w:val="004E7EA3"/>
    <w:rsid w:val="004F4AEA"/>
    <w:rsid w:val="005437F4"/>
    <w:rsid w:val="00573317"/>
    <w:rsid w:val="00592CFD"/>
    <w:rsid w:val="005D5D36"/>
    <w:rsid w:val="00603685"/>
    <w:rsid w:val="0062390E"/>
    <w:rsid w:val="00635B90"/>
    <w:rsid w:val="00640EE9"/>
    <w:rsid w:val="006528D7"/>
    <w:rsid w:val="006669BE"/>
    <w:rsid w:val="006841C0"/>
    <w:rsid w:val="006905FA"/>
    <w:rsid w:val="006A36E0"/>
    <w:rsid w:val="006C79E6"/>
    <w:rsid w:val="006F2496"/>
    <w:rsid w:val="00732BB0"/>
    <w:rsid w:val="0075328C"/>
    <w:rsid w:val="007E5ADA"/>
    <w:rsid w:val="00816744"/>
    <w:rsid w:val="008C2B78"/>
    <w:rsid w:val="008D5AE5"/>
    <w:rsid w:val="00961179"/>
    <w:rsid w:val="009A0653"/>
    <w:rsid w:val="00A07403"/>
    <w:rsid w:val="00A42C0C"/>
    <w:rsid w:val="00A97716"/>
    <w:rsid w:val="00AA7D25"/>
    <w:rsid w:val="00AB7F6C"/>
    <w:rsid w:val="00B15579"/>
    <w:rsid w:val="00B17C58"/>
    <w:rsid w:val="00B550BA"/>
    <w:rsid w:val="00BB0FFC"/>
    <w:rsid w:val="00BD168B"/>
    <w:rsid w:val="00C02FBD"/>
    <w:rsid w:val="00C07FA0"/>
    <w:rsid w:val="00C40470"/>
    <w:rsid w:val="00CB3684"/>
    <w:rsid w:val="00D61E4C"/>
    <w:rsid w:val="00D6235B"/>
    <w:rsid w:val="00DA2569"/>
    <w:rsid w:val="00DA52D3"/>
    <w:rsid w:val="00DC0BD7"/>
    <w:rsid w:val="00DE55FA"/>
    <w:rsid w:val="00E04C7D"/>
    <w:rsid w:val="00E05487"/>
    <w:rsid w:val="00E26655"/>
    <w:rsid w:val="00EB704A"/>
    <w:rsid w:val="00EC6AE3"/>
    <w:rsid w:val="00ED24EF"/>
    <w:rsid w:val="00F21BD7"/>
    <w:rsid w:val="00F310B8"/>
    <w:rsid w:val="00F75D9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9926DE1"/>
  <w14:defaultImageDpi w14:val="330"/>
  <w15:chartTrackingRefBased/>
  <w15:docId w15:val="{E2E36BF5-65E4-49E7-8C85-A992319D2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A3"/>
    <w:pPr>
      <w:widowControl w:val="0"/>
      <w:autoSpaceDE w:val="0"/>
      <w:autoSpaceDN w:val="0"/>
      <w:adjustRightInd w:val="0"/>
      <w:spacing w:line="312" w:lineRule="auto"/>
      <w:ind w:left="-851" w:right="-1089"/>
      <w:textAlignment w:val="center"/>
    </w:pPr>
    <w:rPr>
      <w:rFonts w:ascii="Arial" w:hAnsi="Arial" w:cs="Arial"/>
      <w:color w:val="003A49"/>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5D36"/>
    <w:pPr>
      <w:tabs>
        <w:tab w:val="center" w:pos="4320"/>
        <w:tab w:val="right" w:pos="8640"/>
      </w:tabs>
    </w:pPr>
  </w:style>
  <w:style w:type="character" w:customStyle="1" w:styleId="HeaderChar">
    <w:name w:val="Header Char"/>
    <w:basedOn w:val="DefaultParagraphFont"/>
    <w:link w:val="Header"/>
    <w:uiPriority w:val="99"/>
    <w:rsid w:val="005D5D36"/>
  </w:style>
  <w:style w:type="paragraph" w:styleId="Footer">
    <w:name w:val="footer"/>
    <w:basedOn w:val="Normal"/>
    <w:link w:val="FooterChar"/>
    <w:uiPriority w:val="99"/>
    <w:unhideWhenUsed/>
    <w:rsid w:val="005D5D36"/>
    <w:pPr>
      <w:tabs>
        <w:tab w:val="center" w:pos="4320"/>
        <w:tab w:val="right" w:pos="8640"/>
      </w:tabs>
    </w:pPr>
  </w:style>
  <w:style w:type="character" w:customStyle="1" w:styleId="FooterChar">
    <w:name w:val="Footer Char"/>
    <w:basedOn w:val="DefaultParagraphFont"/>
    <w:link w:val="Footer"/>
    <w:uiPriority w:val="99"/>
    <w:rsid w:val="005D5D36"/>
  </w:style>
  <w:style w:type="paragraph" w:styleId="BalloonText">
    <w:name w:val="Balloon Text"/>
    <w:basedOn w:val="Normal"/>
    <w:link w:val="BalloonTextChar"/>
    <w:uiPriority w:val="99"/>
    <w:semiHidden/>
    <w:unhideWhenUsed/>
    <w:rsid w:val="005D5D36"/>
    <w:rPr>
      <w:rFonts w:ascii="Lucida Grande" w:hAnsi="Lucida Grande" w:cs="Lucida Grande"/>
    </w:rPr>
  </w:style>
  <w:style w:type="character" w:customStyle="1" w:styleId="BalloonTextChar">
    <w:name w:val="Balloon Text Char"/>
    <w:link w:val="BalloonText"/>
    <w:uiPriority w:val="99"/>
    <w:semiHidden/>
    <w:rsid w:val="005D5D36"/>
    <w:rPr>
      <w:rFonts w:ascii="Lucida Grande" w:hAnsi="Lucida Grande" w:cs="Lucida Grande"/>
      <w:sz w:val="18"/>
      <w:szCs w:val="18"/>
    </w:rPr>
  </w:style>
  <w:style w:type="paragraph" w:customStyle="1" w:styleId="BasicParagraph">
    <w:name w:val="[Basic Paragraph]"/>
    <w:basedOn w:val="Normal"/>
    <w:uiPriority w:val="99"/>
    <w:rsid w:val="00F310B8"/>
    <w:pPr>
      <w:spacing w:line="288" w:lineRule="auto"/>
    </w:pPr>
    <w:rPr>
      <w:rFonts w:ascii="MinionPro-Regular" w:hAnsi="MinionPro-Regular" w:cs="MinionPro-Regular"/>
      <w:color w:val="000000"/>
    </w:rPr>
  </w:style>
  <w:style w:type="paragraph" w:styleId="ListParagraph">
    <w:name w:val="List Paragraph"/>
    <w:basedOn w:val="Normal"/>
    <w:uiPriority w:val="34"/>
    <w:qFormat/>
    <w:rsid w:val="004420F0"/>
    <w:pPr>
      <w:ind w:left="720"/>
      <w:contextualSpacing/>
    </w:pPr>
  </w:style>
  <w:style w:type="character" w:styleId="CommentReference">
    <w:name w:val="annotation reference"/>
    <w:basedOn w:val="DefaultParagraphFont"/>
    <w:uiPriority w:val="99"/>
    <w:semiHidden/>
    <w:unhideWhenUsed/>
    <w:rsid w:val="00961179"/>
    <w:rPr>
      <w:sz w:val="16"/>
      <w:szCs w:val="16"/>
    </w:rPr>
  </w:style>
  <w:style w:type="paragraph" w:styleId="CommentText">
    <w:name w:val="annotation text"/>
    <w:basedOn w:val="Normal"/>
    <w:link w:val="CommentTextChar"/>
    <w:uiPriority w:val="99"/>
    <w:semiHidden/>
    <w:unhideWhenUsed/>
    <w:rsid w:val="00961179"/>
    <w:pPr>
      <w:spacing w:line="240" w:lineRule="auto"/>
    </w:pPr>
    <w:rPr>
      <w:sz w:val="20"/>
      <w:szCs w:val="20"/>
    </w:rPr>
  </w:style>
  <w:style w:type="character" w:customStyle="1" w:styleId="CommentTextChar">
    <w:name w:val="Comment Text Char"/>
    <w:basedOn w:val="DefaultParagraphFont"/>
    <w:link w:val="CommentText"/>
    <w:uiPriority w:val="99"/>
    <w:semiHidden/>
    <w:rsid w:val="00961179"/>
    <w:rPr>
      <w:rFonts w:ascii="Arial" w:hAnsi="Arial" w:cs="Arial"/>
      <w:color w:val="003A49"/>
      <w:lang w:val="en-US" w:eastAsia="en-US"/>
    </w:rPr>
  </w:style>
  <w:style w:type="paragraph" w:styleId="CommentSubject">
    <w:name w:val="annotation subject"/>
    <w:basedOn w:val="CommentText"/>
    <w:next w:val="CommentText"/>
    <w:link w:val="CommentSubjectChar"/>
    <w:uiPriority w:val="99"/>
    <w:semiHidden/>
    <w:unhideWhenUsed/>
    <w:rsid w:val="00961179"/>
    <w:rPr>
      <w:b/>
      <w:bCs/>
    </w:rPr>
  </w:style>
  <w:style w:type="character" w:customStyle="1" w:styleId="CommentSubjectChar">
    <w:name w:val="Comment Subject Char"/>
    <w:basedOn w:val="CommentTextChar"/>
    <w:link w:val="CommentSubject"/>
    <w:uiPriority w:val="99"/>
    <w:semiHidden/>
    <w:rsid w:val="00961179"/>
    <w:rPr>
      <w:rFonts w:ascii="Arial" w:hAnsi="Arial" w:cs="Arial"/>
      <w:b/>
      <w:bCs/>
      <w:color w:val="003A4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7821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My%20Drive\shared%20folder\Culture%20By%20Design\Acentia\Templates\Intro%20&amp;%20Content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5473fb2-02f4-4159-9838-e4313552dbe6" xsi:nil="true"/>
    <TaxCatchAll xmlns="f0e87bf3-135e-4af9-8f90-017ae4caf735" xsi:nil="true"/>
    <lcf76f155ced4ddcb4097134ff3c332f xmlns="05473fb2-02f4-4159-9838-e4313552dbe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BF2AA6DC894449BCDF871F0340D1CC" ma:contentTypeVersion="13" ma:contentTypeDescription="Create a new document." ma:contentTypeScope="" ma:versionID="0ddae9fc18278bf7b7a1f64e635ec35f">
  <xsd:schema xmlns:xsd="http://www.w3.org/2001/XMLSchema" xmlns:xs="http://www.w3.org/2001/XMLSchema" xmlns:p="http://schemas.microsoft.com/office/2006/metadata/properties" xmlns:ns2="05473fb2-02f4-4159-9838-e4313552dbe6" xmlns:ns3="f0e87bf3-135e-4af9-8f90-017ae4caf735" targetNamespace="http://schemas.microsoft.com/office/2006/metadata/properties" ma:root="true" ma:fieldsID="5ed890a1f0c09ae42d2684b6fbf05cc5" ns2:_="" ns3:_="">
    <xsd:import namespace="05473fb2-02f4-4159-9838-e4313552dbe6"/>
    <xsd:import namespace="f0e87bf3-135e-4af9-8f90-017ae4caf7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73fb2-02f4-4159-9838-e4313552d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a9007a-31c0-468b-8633-4dcf289dde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e87bf3-135e-4af9-8f90-017ae4caf73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83a30c2-a2ad-4e5f-8f35-f84142285151}" ma:internalName="TaxCatchAll" ma:showField="CatchAllData" ma:web="f0e87bf3-135e-4af9-8f90-017ae4caf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F5E7-2D94-4217-AA37-D1F1DE9946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71B63B-88FA-4CE9-9A51-DACD51973F71}">
  <ds:schemaRefs>
    <ds:schemaRef ds:uri="http://schemas.microsoft.com/sharepoint/v3/contenttype/forms"/>
  </ds:schemaRefs>
</ds:datastoreItem>
</file>

<file path=customXml/itemProps3.xml><?xml version="1.0" encoding="utf-8"?>
<ds:datastoreItem xmlns:ds="http://schemas.openxmlformats.org/officeDocument/2006/customXml" ds:itemID="{49F66DE3-F67A-474D-99E6-64F1426ECB1A}"/>
</file>

<file path=customXml/itemProps4.xml><?xml version="1.0" encoding="utf-8"?>
<ds:datastoreItem xmlns:ds="http://schemas.openxmlformats.org/officeDocument/2006/customXml" ds:itemID="{8EF80A72-65C0-4224-9EA5-2259DFAC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Intro &amp; Contents Template</Template>
  <TotalTime>5</TotalTime>
  <Pages>2</Pages>
  <Words>196</Words>
  <Characters>988</Characters>
  <Application>Microsoft Office Word</Application>
  <DocSecurity>0</DocSecurity>
  <Lines>28</Lines>
  <Paragraphs>9</Paragraphs>
  <ScaleCrop>false</ScaleCrop>
  <HeadingPairs>
    <vt:vector size="2" baseType="variant">
      <vt:variant>
        <vt:lpstr>Title</vt:lpstr>
      </vt:variant>
      <vt:variant>
        <vt:i4>1</vt:i4>
      </vt:variant>
    </vt:vector>
  </HeadingPairs>
  <TitlesOfParts>
    <vt:vector size="1" baseType="lpstr">
      <vt:lpstr/>
    </vt:vector>
  </TitlesOfParts>
  <Company>pod13</Company>
  <LinksUpToDate>false</LinksUpToDate>
  <CharactersWithSpaces>1175</CharactersWithSpaces>
  <SharedDoc>false</SharedDoc>
  <HLinks>
    <vt:vector size="12" baseType="variant">
      <vt:variant>
        <vt:i4>327703</vt:i4>
      </vt:variant>
      <vt:variant>
        <vt:i4>-1</vt:i4>
      </vt:variant>
      <vt:variant>
        <vt:i4>2050</vt:i4>
      </vt:variant>
      <vt:variant>
        <vt:i4>1</vt:i4>
      </vt:variant>
      <vt:variant>
        <vt:lpwstr>Screen Shot 2016-06-29 at 12</vt:lpwstr>
      </vt:variant>
      <vt:variant>
        <vt:lpwstr/>
      </vt:variant>
      <vt:variant>
        <vt:i4>327703</vt:i4>
      </vt:variant>
      <vt:variant>
        <vt:i4>-1</vt:i4>
      </vt:variant>
      <vt:variant>
        <vt:i4>2051</vt:i4>
      </vt:variant>
      <vt:variant>
        <vt:i4>1</vt:i4>
      </vt:variant>
      <vt:variant>
        <vt:lpwstr>Screen Shot 2016-06-29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Johnston</dc:creator>
  <cp:keywords/>
  <dc:description/>
  <cp:lastModifiedBy>Marie Webber</cp:lastModifiedBy>
  <cp:revision>4</cp:revision>
  <cp:lastPrinted>2021-04-18T10:19:00Z</cp:lastPrinted>
  <dcterms:created xsi:type="dcterms:W3CDTF">2020-07-26T22:05:00Z</dcterms:created>
  <dcterms:modified xsi:type="dcterms:W3CDTF">2022-02-28T09:38:00Z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0x0101000EBF2AA6DC894449BCDF871F0340D1CC</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